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30EAAC" w14:textId="77777777" w:rsidR="0073296D" w:rsidRPr="008D7175" w:rsidRDefault="002B1B2C" w:rsidP="00286567">
      <w:pPr>
        <w:ind w:left="720" w:hanging="720"/>
        <w:jc w:val="center"/>
        <w:rPr>
          <w:rFonts w:asciiTheme="minorHAnsi" w:hAnsiTheme="minorHAnsi" w:cstheme="minorHAnsi"/>
          <w:b/>
          <w:sz w:val="22"/>
        </w:rPr>
      </w:pPr>
      <w:r w:rsidRPr="008D7175">
        <w:rPr>
          <w:rFonts w:asciiTheme="minorHAnsi" w:hAnsiTheme="minorHAnsi" w:cstheme="minorHAnsi"/>
          <w:b/>
          <w:sz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1"/>
      </w:r>
    </w:p>
    <w:p w14:paraId="5A3D4994" w14:textId="77777777" w:rsidR="000A255B" w:rsidRDefault="000A255B" w:rsidP="00404F0D">
      <w:pPr>
        <w:rPr>
          <w:rFonts w:asciiTheme="minorHAnsi" w:hAnsiTheme="minorHAnsi" w:cstheme="minorHAnsi"/>
          <w:sz w:val="22"/>
          <w:szCs w:val="22"/>
        </w:rPr>
      </w:pPr>
    </w:p>
    <w:p w14:paraId="5EA7C2BE" w14:textId="77777777" w:rsidR="009B7288" w:rsidRPr="006741C0" w:rsidRDefault="009B7288" w:rsidP="009B7288">
      <w:pPr>
        <w:rPr>
          <w:rStyle w:val="Hyperlink"/>
          <w:rFonts w:asciiTheme="minorHAnsi" w:eastAsiaTheme="majorEastAsia" w:hAnsiTheme="minorHAnsi" w:cstheme="minorHAnsi"/>
        </w:rPr>
      </w:pPr>
      <w:r w:rsidRPr="006741C0">
        <w:rPr>
          <w:rFonts w:asciiTheme="minorHAnsi" w:hAnsiTheme="minorHAnsi" w:cstheme="minorHAnsi"/>
        </w:rPr>
        <w:t>In accordance with IC 5-22-14 and 25 IAC 9, it has been determined that there is a reasonable expectation of Indiana Veteran Owned Small Business subcontracting opportunities under this solicitation.</w:t>
      </w:r>
      <w:r w:rsidRPr="006741C0">
        <w:rPr>
          <w:rFonts w:asciiTheme="minorHAnsi" w:hAnsiTheme="minorHAnsi" w:cstheme="minorHAnsi"/>
          <w:b/>
        </w:rPr>
        <w:t xml:space="preserve">  </w:t>
      </w:r>
      <w:r w:rsidRPr="006741C0">
        <w:rPr>
          <w:rFonts w:asciiTheme="minorHAnsi" w:hAnsiTheme="minorHAnsi" w:cstheme="minorHAnsi"/>
        </w:rPr>
        <w:t>The IVOSB Subcontractor Commitment Form is to be submitted alongside the Respondent’s proposal</w:t>
      </w:r>
      <w:r w:rsidRPr="002B7A0A">
        <w:rPr>
          <w:rFonts w:asciiTheme="minorHAnsi" w:hAnsiTheme="minorHAnsi" w:cstheme="minorHAnsi"/>
        </w:rPr>
        <w:t>.</w:t>
      </w:r>
      <w:r w:rsidRPr="002B7A0A">
        <w:rPr>
          <w:rFonts w:asciiTheme="minorHAnsi" w:hAnsiTheme="minorHAnsi" w:cstheme="minorHAnsi"/>
          <w:color w:val="808080"/>
        </w:rPr>
        <w:t xml:space="preserve">  </w:t>
      </w:r>
      <w:r w:rsidRPr="002B7A0A">
        <w:rPr>
          <w:rFonts w:asciiTheme="minorHAnsi" w:hAnsiTheme="minorHAnsi" w:cstheme="minorHAnsi"/>
        </w:rPr>
        <w:t xml:space="preserve"> The entity must be on the </w:t>
      </w:r>
      <w:r w:rsidRPr="002B7A0A">
        <w:rPr>
          <w:rFonts w:asciiTheme="minorHAnsi" w:eastAsiaTheme="majorEastAsia" w:hAnsiTheme="minorHAnsi" w:cstheme="minorHAnsi"/>
        </w:rPr>
        <w:t>State of Indiana Certified M/W/IVOSB list</w:t>
      </w:r>
      <w:r w:rsidRPr="002B7A0A">
        <w:rPr>
          <w:rStyle w:val="Hyperlink"/>
          <w:rFonts w:asciiTheme="minorHAnsi" w:eastAsiaTheme="majorEastAsia" w:hAnsiTheme="minorHAnsi" w:cstheme="minorHAnsi"/>
        </w:rPr>
        <w:t xml:space="preserve"> </w:t>
      </w:r>
      <w:r w:rsidRPr="002B7A0A">
        <w:rPr>
          <w:rFonts w:asciiTheme="minorHAnsi" w:hAnsiTheme="minorHAnsi" w:cstheme="minorHAnsi"/>
        </w:rPr>
        <w:t xml:space="preserve">at </w:t>
      </w:r>
      <w:hyperlink r:id="rId10" w:history="1">
        <w:r w:rsidRPr="002B7A0A">
          <w:rPr>
            <w:rStyle w:val="Hyperlink"/>
            <w:rFonts w:asciiTheme="minorHAnsi" w:eastAsiaTheme="majorEastAsia" w:hAnsiTheme="minorHAnsi" w:cstheme="minorHAnsi"/>
          </w:rPr>
          <w:t>https://www.in.gov/idoa/mwbe</w:t>
        </w:r>
      </w:hyperlink>
      <w:r w:rsidRPr="002B7A0A">
        <w:rPr>
          <w:rFonts w:asciiTheme="minorHAnsi" w:hAnsiTheme="minorHAnsi" w:cstheme="minorHAnsi"/>
        </w:rPr>
        <w:t>.</w:t>
      </w:r>
    </w:p>
    <w:p w14:paraId="48808AD2" w14:textId="70FF83FE" w:rsidR="00404F0D" w:rsidRDefault="00404F0D" w:rsidP="00404F0D">
      <w:pPr>
        <w:rPr>
          <w:rFonts w:asciiTheme="minorHAnsi" w:hAnsiTheme="minorHAnsi" w:cstheme="minorHAnsi"/>
        </w:rPr>
      </w:pPr>
      <w:bookmarkStart w:id="0" w:name="_Hlk80018421"/>
    </w:p>
    <w:p w14:paraId="738827E1" w14:textId="594FC9A0" w:rsidR="006045CC" w:rsidRPr="006741C0" w:rsidRDefault="006045CC" w:rsidP="006045CC">
      <w:pPr>
        <w:rPr>
          <w:rFonts w:asciiTheme="minorHAnsi" w:hAnsiTheme="minorHAnsi" w:cstheme="minorHAnsi"/>
        </w:rPr>
      </w:pPr>
      <w:r w:rsidRPr="00322709">
        <w:rPr>
          <w:rFonts w:asciiTheme="minorHAnsi" w:hAnsiTheme="minorHAnsi" w:cstheme="minorHAnsi"/>
        </w:rPr>
        <w:t xml:space="preserve">If participation is proposed </w:t>
      </w:r>
      <w:proofErr w:type="gramStart"/>
      <w:r w:rsidRPr="00322709">
        <w:rPr>
          <w:rFonts w:asciiTheme="minorHAnsi" w:hAnsiTheme="minorHAnsi" w:cstheme="minorHAnsi"/>
        </w:rPr>
        <w:t>through the use of</w:t>
      </w:r>
      <w:proofErr w:type="gramEnd"/>
      <w:r w:rsidRPr="00322709">
        <w:rPr>
          <w:rFonts w:asciiTheme="minorHAnsi" w:hAnsiTheme="minorHAnsi" w:cstheme="minorHAnsi"/>
        </w:rPr>
        <w:t xml:space="preserve"> Subcontractors, the Respondent must provide the scope of work of the products and/or services to be provided by the Subcontractor(s). This</w:t>
      </w:r>
      <w:r w:rsidRPr="006741C0">
        <w:rPr>
          <w:rFonts w:asciiTheme="minorHAnsi" w:hAnsiTheme="minorHAnsi" w:cstheme="minorHAnsi"/>
        </w:rPr>
        <w:t xml:space="preserve">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w:t>
      </w:r>
      <w:r w:rsidRPr="00322709">
        <w:rPr>
          <w:rFonts w:asciiTheme="minorHAnsi" w:hAnsiTheme="minorHAnsi" w:cstheme="minorHAnsi"/>
        </w:rPr>
        <w:t xml:space="preserve">and Subcontractor, the certified </w:t>
      </w:r>
      <w:r w:rsidR="00322709" w:rsidRPr="00322709">
        <w:rPr>
          <w:rFonts w:asciiTheme="minorHAnsi" w:hAnsiTheme="minorHAnsi" w:cstheme="minorHAnsi"/>
        </w:rPr>
        <w:t>UNSPSC</w:t>
      </w:r>
      <w:r w:rsidRPr="00322709">
        <w:rPr>
          <w:rFonts w:asciiTheme="minorHAnsi" w:hAnsiTheme="minorHAnsi" w:cstheme="minorHAnsi"/>
        </w:rPr>
        <w:t xml:space="preserve"> that applies to the award,</w:t>
      </w:r>
      <w:r>
        <w:rPr>
          <w:rFonts w:asciiTheme="minorHAnsi" w:hAnsiTheme="minorHAnsi" w:cstheme="minorHAnsi"/>
        </w:rPr>
        <w:t xml:space="preserve"> </w:t>
      </w:r>
      <w:r w:rsidRPr="006741C0">
        <w:rPr>
          <w:rFonts w:asciiTheme="minorHAnsi" w:hAnsiTheme="minorHAnsi" w:cstheme="minorHAnsi"/>
        </w:rPr>
        <w:t xml:space="preserve">and the cost of supplies being utilized by the Respondent for this proposal.  Respondents must complete the Subcontractor Commitment Form in its entirety.  </w:t>
      </w:r>
      <w:r w:rsidRPr="006741C0">
        <w:rPr>
          <w:rFonts w:asciiTheme="minorHAnsi" w:hAnsiTheme="minorHAnsi" w:cstheme="minorHAnsi"/>
          <w:color w:val="000000"/>
        </w:rPr>
        <w:t>The amount entered in “</w:t>
      </w:r>
      <w:r w:rsidRPr="006741C0">
        <w:rPr>
          <w:rFonts w:asciiTheme="minorHAnsi" w:hAnsiTheme="minorHAnsi" w:cstheme="minorHAnsi"/>
          <w:b/>
        </w:rPr>
        <w:t>TOTAL BID AMOUNT</w:t>
      </w:r>
      <w:r w:rsidRPr="006741C0">
        <w:rPr>
          <w:rFonts w:asciiTheme="minorHAnsi" w:hAnsiTheme="minorHAnsi" w:cstheme="minorHAnsi"/>
          <w:color w:val="000000"/>
        </w:rPr>
        <w:t>”</w:t>
      </w:r>
      <w:r w:rsidR="00730BBB">
        <w:rPr>
          <w:rFonts w:asciiTheme="minorHAnsi" w:hAnsiTheme="minorHAnsi" w:cstheme="minorHAnsi"/>
          <w:color w:val="000000"/>
        </w:rPr>
        <w:t xml:space="preserve"> </w:t>
      </w:r>
      <w:r w:rsidR="00730BBB">
        <w:rPr>
          <w:rStyle w:val="normaltextrun"/>
          <w:rFonts w:ascii="Calibri" w:hAnsi="Calibri" w:cs="Calibri"/>
          <w:color w:val="000000"/>
        </w:rPr>
        <w:t xml:space="preserve">should match the amount entered in the </w:t>
      </w:r>
      <w:r w:rsidR="00730BBB">
        <w:rPr>
          <w:rStyle w:val="normaltextrun"/>
          <w:rFonts w:ascii="Calibri" w:hAnsi="Calibri" w:cs="Calibri"/>
          <w:b/>
          <w:bCs/>
        </w:rPr>
        <w:t xml:space="preserve">Attachment </w:t>
      </w:r>
      <w:r w:rsidR="00730BBB">
        <w:rPr>
          <w:rFonts w:ascii="Calibri" w:eastAsia="Calibri" w:hAnsi="Calibri" w:cs="Calibri"/>
          <w:lang w:eastAsia="ja-JP"/>
        </w:rPr>
        <w:t xml:space="preserve">that State agencies spend in the one-year period of 2024. This amount is $2,000,000 and can be found in Section 1.4.9 of the </w:t>
      </w:r>
      <w:r w:rsidR="002C3FF8">
        <w:rPr>
          <w:rFonts w:ascii="Calibri" w:eastAsia="Calibri" w:hAnsi="Calibri" w:cs="Calibri"/>
          <w:lang w:eastAsia="ja-JP"/>
        </w:rPr>
        <w:t>Negotiated Bid</w:t>
      </w:r>
      <w:r w:rsidR="00730BBB">
        <w:rPr>
          <w:rFonts w:ascii="Calibri" w:eastAsia="Calibri" w:hAnsi="Calibri" w:cs="Calibri"/>
          <w:lang w:eastAsia="ja-JP"/>
        </w:rPr>
        <w:t xml:space="preserve"> document.  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 </w:t>
      </w:r>
      <w:r w:rsidR="00730BBB">
        <w:rPr>
          <w:rFonts w:ascii="Calibri" w:hAnsi="Calibri" w:cs="Calibri"/>
        </w:rPr>
        <w:t> </w:t>
      </w:r>
      <w:bookmarkStart w:id="1" w:name="_Hlk78938289"/>
      <w:r w:rsidR="00730BBB">
        <w:rPr>
          <w:rFonts w:ascii="Calibri" w:hAnsi="Calibri" w:cs="Calibri"/>
          <w:szCs w:val="20"/>
        </w:rPr>
        <w:t>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w:t>
      </w:r>
      <w:bookmarkEnd w:id="1"/>
      <w:r w:rsidR="00730BBB">
        <w:rPr>
          <w:rStyle w:val="normaltextrun"/>
          <w:rFonts w:ascii="Calibri" w:hAnsi="Calibri" w:cs="Calibri"/>
          <w:color w:val="000000"/>
        </w:rPr>
        <w:t>  </w:t>
      </w:r>
      <w:r w:rsidR="00730BBB">
        <w:rPr>
          <w:rStyle w:val="eop"/>
          <w:rFonts w:ascii="Calibri" w:hAnsi="Calibri" w:cs="Calibri"/>
          <w:color w:val="000000"/>
        </w:rPr>
        <w:t> </w:t>
      </w:r>
    </w:p>
    <w:p w14:paraId="1577A0F6" w14:textId="77777777" w:rsidR="006045CC" w:rsidRPr="008D7175" w:rsidRDefault="006045CC" w:rsidP="00404F0D">
      <w:pPr>
        <w:rPr>
          <w:rFonts w:asciiTheme="minorHAnsi" w:hAnsiTheme="minorHAnsi" w:cstheme="minorHAnsi"/>
        </w:rPr>
      </w:pPr>
    </w:p>
    <w:bookmarkEnd w:id="0"/>
    <w:p w14:paraId="0E9DE368" w14:textId="4981CFDE" w:rsidR="00CA076A" w:rsidRPr="008D7175" w:rsidRDefault="00816109"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 </w:t>
      </w:r>
    </w:p>
    <w:p w14:paraId="63B9C2CE" w14:textId="623F3949" w:rsidR="00CA076A" w:rsidRDefault="0057155D" w:rsidP="00CA076A">
      <w:pPr>
        <w:rPr>
          <w:rStyle w:val="normaltextrun"/>
          <w:rFonts w:ascii="Calibri" w:hAnsi="Calibri" w:cs="Calibri"/>
          <w:color w:val="000000"/>
          <w:shd w:val="clear" w:color="auto" w:fill="FFFFFF"/>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p>
    <w:p w14:paraId="2E8580EF" w14:textId="77777777" w:rsidR="0057155D" w:rsidRPr="008D7175" w:rsidRDefault="0057155D" w:rsidP="00CA076A">
      <w:pPr>
        <w:rPr>
          <w:rFonts w:asciiTheme="minorHAnsi" w:hAnsiTheme="minorHAnsi" w:cstheme="minorHAnsi"/>
          <w:sz w:val="18"/>
          <w:szCs w:val="22"/>
        </w:rPr>
      </w:pPr>
    </w:p>
    <w:p w14:paraId="687356A3" w14:textId="77777777"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The IVOSB respondent must list their </w:t>
      </w:r>
      <w:r w:rsidRPr="008D7175">
        <w:rPr>
          <w:rFonts w:asciiTheme="minorHAnsi" w:hAnsiTheme="minorHAnsi" w:cstheme="minorHAnsi"/>
          <w:b/>
          <w:color w:val="000000"/>
          <w:sz w:val="22"/>
          <w:szCs w:val="22"/>
        </w:rPr>
        <w:t>company contact information only</w:t>
      </w:r>
      <w:r w:rsidRPr="008D7175">
        <w:rPr>
          <w:rFonts w:asciiTheme="minorHAnsi" w:hAnsiTheme="minorHAnsi" w:cstheme="minorHAnsi"/>
          <w:color w:val="000000"/>
          <w:sz w:val="22"/>
          <w:szCs w:val="22"/>
        </w:rPr>
        <w:t xml:space="preserve"> on the IVOSB Subcontractor Commitment Form.</w:t>
      </w:r>
    </w:p>
    <w:p w14:paraId="2BCFAA72" w14:textId="77777777" w:rsidR="00CA076A" w:rsidRPr="008D7175" w:rsidRDefault="00CA076A" w:rsidP="00CA076A">
      <w:pPr>
        <w:rPr>
          <w:rFonts w:asciiTheme="minorHAnsi" w:hAnsiTheme="minorHAnsi" w:cstheme="minorHAnsi"/>
          <w:sz w:val="18"/>
          <w:szCs w:val="22"/>
        </w:rPr>
      </w:pPr>
    </w:p>
    <w:p w14:paraId="6FB1C24E" w14:textId="138C2516" w:rsidR="00CA076A" w:rsidRDefault="008867E1" w:rsidP="008867E1">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w:t>
      </w:r>
      <w:r>
        <w:rPr>
          <w:rStyle w:val="eop"/>
          <w:rFonts w:ascii="Calibri" w:hAnsi="Calibri" w:cs="Calibri"/>
          <w:color w:val="000000"/>
          <w:shd w:val="clear" w:color="auto" w:fill="FFFFFF"/>
        </w:rPr>
        <w:t> </w:t>
      </w:r>
    </w:p>
    <w:p w14:paraId="02778707" w14:textId="77777777" w:rsidR="008867E1" w:rsidRPr="008D7175" w:rsidRDefault="008867E1" w:rsidP="008867E1">
      <w:pPr>
        <w:rPr>
          <w:rFonts w:asciiTheme="minorHAnsi" w:hAnsiTheme="minorHAnsi" w:cstheme="minorHAnsi"/>
          <w:b/>
          <w:sz w:val="18"/>
          <w:szCs w:val="22"/>
        </w:rPr>
      </w:pPr>
    </w:p>
    <w:p w14:paraId="11781A0F" w14:textId="77777777" w:rsidR="00CA076A" w:rsidRPr="008D7175" w:rsidRDefault="00CA076A" w:rsidP="00CA076A">
      <w:pPr>
        <w:rPr>
          <w:rFonts w:asciiTheme="minorHAnsi" w:hAnsiTheme="minorHAnsi" w:cstheme="minorHAnsi"/>
          <w:b/>
          <w:sz w:val="22"/>
          <w:szCs w:val="22"/>
        </w:rPr>
      </w:pPr>
      <w:r w:rsidRPr="008D7175">
        <w:rPr>
          <w:rFonts w:asciiTheme="minorHAnsi" w:hAnsiTheme="minorHAnsi" w:cstheme="minorHAnsi"/>
          <w:b/>
          <w:sz w:val="22"/>
          <w:szCs w:val="22"/>
        </w:rPr>
        <w:t>Prime Contractors must ensure that the proposed IVOSB subcontractors meet the following criteria:</w:t>
      </w:r>
    </w:p>
    <w:p w14:paraId="478C5E55" w14:textId="77777777" w:rsidR="00CA076A" w:rsidRPr="008D7175" w:rsidRDefault="00CA076A" w:rsidP="00CA076A">
      <w:pPr>
        <w:rPr>
          <w:rFonts w:asciiTheme="minorHAnsi" w:hAnsiTheme="minorHAnsi" w:cstheme="minorHAns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3AF273DF">
        <w:tc>
          <w:tcPr>
            <w:tcW w:w="9360" w:type="dxa"/>
          </w:tcPr>
          <w:p w14:paraId="23A49573" w14:textId="3D01FBF7"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Must be listed on Federal Center for Veterans Business Enterprise </w:t>
            </w:r>
            <w:r w:rsidRPr="3AF273DF">
              <w:rPr>
                <w:rStyle w:val="contextualspellingandgrammarerror"/>
                <w:rFonts w:ascii="Calibri" w:hAnsi="Calibri" w:cs="Calibri"/>
              </w:rPr>
              <w:t>VETBIZ at</w:t>
            </w:r>
            <w:r w:rsidRPr="3AF273DF">
              <w:rPr>
                <w:rStyle w:val="normaltextrun"/>
                <w:rFonts w:ascii="Calibri" w:hAnsi="Calibri" w:cs="Calibri"/>
              </w:rPr>
              <w:t xml:space="preserve"> </w:t>
            </w:r>
            <w:hyperlink r:id="rId11">
              <w:r w:rsidRPr="3AF273DF">
                <w:rPr>
                  <w:rStyle w:val="Hyperlink"/>
                  <w:rFonts w:ascii="Calibri" w:hAnsi="Calibri" w:cs="Calibri"/>
                </w:rPr>
                <w:t>https://</w:t>
              </w:r>
              <w:r w:rsidR="67124055" w:rsidRPr="3AF273DF">
                <w:rPr>
                  <w:rStyle w:val="Hyperlink"/>
                  <w:rFonts w:ascii="Calibri" w:hAnsi="Calibri" w:cs="Calibri"/>
                </w:rPr>
                <w:t>veterans.certify.sb</w:t>
              </w:r>
              <w:r w:rsidR="475DD61C"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 xml:space="preserve">  under INDIANA, or listed at State of Indiana Certified M/W/IVOSB list at </w:t>
            </w:r>
            <w:hyperlink r:id="rId12">
              <w:r w:rsidRPr="3AF273DF">
                <w:rPr>
                  <w:rStyle w:val="normaltextrun"/>
                  <w:rFonts w:ascii="Calibri" w:hAnsi="Calibri" w:cs="Calibri"/>
                  <w:color w:val="0000FF"/>
                  <w:u w:val="single"/>
                </w:rPr>
                <w:t>https://www.in.gov/idoa/mwbe</w:t>
              </w:r>
            </w:hyperlink>
            <w:r w:rsidRPr="3AF273DF">
              <w:rPr>
                <w:rStyle w:val="normaltextrun"/>
                <w:rFonts w:ascii="Calibri" w:hAnsi="Calibri" w:cs="Calibri"/>
              </w:rPr>
              <w:t xml:space="preserve">, </w:t>
            </w:r>
            <w:r w:rsidRPr="3AF273DF">
              <w:rPr>
                <w:rStyle w:val="normaltextrun"/>
                <w:rFonts w:ascii="Calibri" w:hAnsi="Calibri" w:cs="Calibri"/>
                <w:b/>
                <w:bCs/>
              </w:rPr>
              <w:t>on or before</w:t>
            </w:r>
            <w:r w:rsidRPr="3AF273DF">
              <w:rPr>
                <w:rStyle w:val="normaltextrun"/>
                <w:rFonts w:ascii="Calibri" w:hAnsi="Calibri" w:cs="Calibri"/>
              </w:rPr>
              <w:t xml:space="preserve"> the proposal due date</w:t>
            </w:r>
            <w:r w:rsidRPr="3AF273DF">
              <w:rPr>
                <w:rStyle w:val="eop"/>
                <w:rFonts w:ascii="Calibri" w:hAnsi="Calibri" w:cs="Calibri"/>
              </w:rPr>
              <w:t> </w:t>
            </w:r>
          </w:p>
          <w:p w14:paraId="7C0631AB" w14:textId="65667269"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Prime Contractor must include with their proposal the Subcontractor’s veteran business’s current certification status from VETBIZ at </w:t>
            </w:r>
            <w:hyperlink r:id="rId13">
              <w:r w:rsidRPr="3AF273DF">
                <w:rPr>
                  <w:rStyle w:val="Hyperlink"/>
                  <w:rFonts w:ascii="Calibri" w:hAnsi="Calibri" w:cs="Calibri"/>
                </w:rPr>
                <w:t>https://</w:t>
              </w:r>
              <w:r w:rsidR="30DA638C" w:rsidRPr="3AF273DF">
                <w:rPr>
                  <w:rStyle w:val="Hyperlink"/>
                  <w:rFonts w:ascii="Calibri" w:hAnsi="Calibri" w:cs="Calibri"/>
                </w:rPr>
                <w:t>veterans.certify.sb</w:t>
              </w:r>
              <w:r w:rsidR="186F16BA"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w:t>
            </w:r>
            <w:r w:rsidRPr="3AF273DF">
              <w:rPr>
                <w:rStyle w:val="eop"/>
                <w:rFonts w:ascii="Calibri" w:hAnsi="Calibri" w:cs="Calibri"/>
              </w:rPr>
              <w:t> </w:t>
            </w:r>
          </w:p>
          <w:p w14:paraId="14AC659C"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(see Section 1.18) or IVOSB</w:t>
            </w:r>
            <w:r>
              <w:rPr>
                <w:rStyle w:val="eop"/>
                <w:rFonts w:ascii="Calibri" w:hAnsi="Calibri" w:cs="Calibri"/>
              </w:rPr>
              <w:t> </w:t>
            </w:r>
          </w:p>
          <w:p w14:paraId="34C2C825"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IVOSB must have a Bidder ID </w:t>
            </w:r>
            <w:r>
              <w:rPr>
                <w:rStyle w:val="eop"/>
                <w:rFonts w:ascii="Calibri" w:hAnsi="Calibri" w:cs="Calibri"/>
              </w:rPr>
              <w:t> </w:t>
            </w:r>
          </w:p>
          <w:p w14:paraId="2F850F4E" w14:textId="30EE4D5C"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Must provide goods or services only in the industry area for which it is certified as listed in the VETBIZ federal registry, at </w:t>
            </w:r>
            <w:hyperlink r:id="rId14">
              <w:r w:rsidRPr="3AF273DF">
                <w:rPr>
                  <w:rStyle w:val="Hyperlink"/>
                  <w:rFonts w:ascii="Calibri" w:hAnsi="Calibri" w:cs="Calibri"/>
                </w:rPr>
                <w:t>https://</w:t>
              </w:r>
              <w:r w:rsidR="679B2F4F" w:rsidRPr="3AF273DF">
                <w:rPr>
                  <w:rStyle w:val="Hyperlink"/>
                  <w:rFonts w:ascii="Calibri" w:hAnsi="Calibri" w:cs="Calibri"/>
                </w:rPr>
                <w:t>veterans.certify.sb</w:t>
              </w:r>
              <w:r w:rsidR="373AF9F5"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 xml:space="preserve"> under INDIANA or at State of Indiana Certified M/W/IVOSB list at </w:t>
            </w:r>
            <w:hyperlink r:id="rId15">
              <w:r w:rsidRPr="3AF273DF">
                <w:rPr>
                  <w:rStyle w:val="normaltextrun"/>
                  <w:rFonts w:ascii="Calibri" w:hAnsi="Calibri" w:cs="Calibri"/>
                  <w:color w:val="0000FF"/>
                  <w:u w:val="single"/>
                </w:rPr>
                <w:t>https://www.in.gov/idoa/mwbe</w:t>
              </w:r>
            </w:hyperlink>
            <w:r w:rsidRPr="3AF273DF">
              <w:rPr>
                <w:rStyle w:val="normaltextrun"/>
                <w:rFonts w:ascii="Calibri" w:hAnsi="Calibri" w:cs="Calibri"/>
              </w:rPr>
              <w:t xml:space="preserve">. Specify the certified code on </w:t>
            </w:r>
            <w:r w:rsidRPr="3AF273DF">
              <w:rPr>
                <w:rStyle w:val="spellingerror"/>
                <w:rFonts w:ascii="Calibri" w:hAnsi="Calibri" w:cs="Calibri"/>
              </w:rPr>
              <w:t>Att</w:t>
            </w:r>
            <w:r w:rsidR="2FE3ED90" w:rsidRPr="3AF273DF">
              <w:rPr>
                <w:rStyle w:val="spellingerror"/>
                <w:rFonts w:ascii="Calibri" w:hAnsi="Calibri" w:cs="Calibri"/>
              </w:rPr>
              <w:t>a</w:t>
            </w:r>
            <w:r w:rsidRPr="3AF273DF">
              <w:rPr>
                <w:rStyle w:val="spellingerror"/>
                <w:rFonts w:ascii="Calibri" w:hAnsi="Calibri" w:cs="Calibri"/>
              </w:rPr>
              <w:t>chment</w:t>
            </w:r>
            <w:r w:rsidRPr="3AF273DF">
              <w:rPr>
                <w:rStyle w:val="normaltextrun"/>
                <w:rFonts w:ascii="Calibri" w:hAnsi="Calibri" w:cs="Calibri"/>
              </w:rPr>
              <w:t xml:space="preserve"> A1 that applies to the contract.</w:t>
            </w:r>
            <w:r w:rsidRPr="3AF273DF">
              <w:rPr>
                <w:rStyle w:val="eop"/>
                <w:rFonts w:ascii="Calibri" w:hAnsi="Calibri" w:cs="Calibri"/>
              </w:rPr>
              <w:t> </w:t>
            </w:r>
          </w:p>
          <w:p w14:paraId="1EA8F157" w14:textId="77777777" w:rsidR="0001475C" w:rsidRDefault="0001475C" w:rsidP="0001475C">
            <w:pPr>
              <w:pStyle w:val="paragraph"/>
              <w:numPr>
                <w:ilvl w:val="0"/>
                <w:numId w:val="6"/>
              </w:numPr>
              <w:spacing w:before="0" w:beforeAutospacing="0" w:after="0" w:afterAutospacing="0"/>
              <w:jc w:val="both"/>
              <w:textAlignment w:val="baseline"/>
              <w:rPr>
                <w:rFonts w:ascii="Calibri" w:hAnsi="Calibri" w:cs="Calibri"/>
              </w:rPr>
            </w:pPr>
            <w:r>
              <w:rPr>
                <w:rStyle w:val="normaltextrun"/>
                <w:rFonts w:ascii="Calibri" w:hAnsi="Calibri" w:cs="Calibri"/>
              </w:rPr>
              <w:lastRenderedPageBreak/>
              <w:t>Must be used to provide the goods or services specific to the award. Must be used to provide the goods or services specific to the award.</w:t>
            </w:r>
            <w:r>
              <w:rPr>
                <w:rStyle w:val="eop"/>
                <w:rFonts w:ascii="Calibri" w:hAnsi="Calibri" w:cs="Calibri"/>
              </w:rPr>
              <w:t> </w:t>
            </w:r>
          </w:p>
          <w:p w14:paraId="145A7A2D" w14:textId="11F4A9EC" w:rsidR="00CA076A" w:rsidRPr="008D7175" w:rsidRDefault="00CA076A" w:rsidP="00AC3932">
            <w:pPr>
              <w:widowControl w:val="0"/>
              <w:tabs>
                <w:tab w:val="num" w:pos="720"/>
              </w:tabs>
              <w:rPr>
                <w:rFonts w:asciiTheme="minorHAnsi" w:hAnsiTheme="minorHAnsi" w:cstheme="minorHAnsi"/>
                <w:sz w:val="22"/>
                <w:szCs w:val="22"/>
              </w:rPr>
            </w:pP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13ABDF25" w14:textId="10DD759B" w:rsidR="00CA076A" w:rsidRDefault="00A41A09" w:rsidP="00CA076A">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t>A signed letter(s), on company letterhead, from the IVOSB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award. </w:t>
      </w:r>
      <w:r>
        <w:rPr>
          <w:rStyle w:val="eop"/>
          <w:rFonts w:ascii="Calibri" w:hAnsi="Calibri" w:cs="Calibri"/>
          <w:color w:val="000000"/>
          <w:shd w:val="clear" w:color="auto" w:fill="FFFFFF"/>
        </w:rPr>
        <w:t> </w:t>
      </w:r>
    </w:p>
    <w:p w14:paraId="1AF581D2" w14:textId="77777777" w:rsidR="00A41A09" w:rsidRPr="008D7175" w:rsidRDefault="00A41A09" w:rsidP="00CA076A">
      <w:pPr>
        <w:rPr>
          <w:rFonts w:asciiTheme="minorHAnsi" w:hAnsiTheme="minorHAnsi" w:cstheme="minorHAnsi"/>
          <w:sz w:val="22"/>
          <w:szCs w:val="22"/>
        </w:rPr>
      </w:pPr>
    </w:p>
    <w:p w14:paraId="5F6E0574" w14:textId="6F407CE8" w:rsidR="00951D8A" w:rsidRPr="008D7175" w:rsidRDefault="00A4148C" w:rsidP="00286567">
      <w:pPr>
        <w:rPr>
          <w:rFonts w:asciiTheme="minorHAnsi" w:hAnsiTheme="minorHAnsi" w:cstheme="minorHAnsi"/>
        </w:rPr>
      </w:pPr>
      <w:r>
        <w:rPr>
          <w:rStyle w:val="normaltextrun"/>
          <w:rFonts w:ascii="Calibri" w:hAnsi="Calibri" w:cs="Calibri"/>
          <w:color w:val="000000"/>
          <w:shd w:val="clear" w:color="auto" w:fill="FFFFFF"/>
        </w:rPr>
        <w:t xml:space="preserve">By submission of the Bid Response, the Respondent acknowledges and agrees to be bound by the rules and requirements of the State’s IVOSB Program.  Questions about those rules and requirements should be directed to: Division of Supplier Diversity at </w:t>
      </w:r>
      <w:hyperlink r:id="rId16" w:tgtFrame="_blank" w:history="1">
        <w:r>
          <w:rPr>
            <w:rStyle w:val="normaltextrun"/>
            <w:rFonts w:ascii="Calibri" w:hAnsi="Calibri" w:cs="Calibri"/>
            <w:color w:val="0000FF"/>
            <w:u w:val="single"/>
            <w:shd w:val="clear" w:color="auto" w:fill="FFFFFF"/>
          </w:rPr>
          <w:t>indianaveteranspreference@idoa.in.gov</w:t>
        </w:r>
      </w:hyperlink>
      <w:r>
        <w:rPr>
          <w:rStyle w:val="normaltextrun"/>
          <w:rFonts w:ascii="Calibri" w:hAnsi="Calibri" w:cs="Calibri"/>
          <w:color w:val="000000"/>
          <w:shd w:val="clear" w:color="auto" w:fill="FFFFFF"/>
        </w:rPr>
        <w:t xml:space="preserve">, (317) 232-3061 or the Supplier Diversity website at </w:t>
      </w:r>
      <w:hyperlink r:id="rId17"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w:t>
      </w:r>
      <w:r>
        <w:rPr>
          <w:rStyle w:val="eop"/>
          <w:rFonts w:ascii="Calibri" w:hAnsi="Calibri" w:cs="Calibri"/>
          <w:color w:val="000000"/>
          <w:shd w:val="clear" w:color="auto" w:fill="FFFFFF"/>
        </w:rPr>
        <w:t> </w:t>
      </w: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58E9E43">
        <w:tc>
          <w:tcPr>
            <w:tcW w:w="10800" w:type="dxa"/>
            <w:tcBorders>
              <w:bottom w:val="single" w:sz="4" w:space="0" w:color="auto"/>
            </w:tcBorders>
          </w:tcPr>
          <w:p w14:paraId="729FAD8A" w14:textId="6E746859" w:rsidR="007C6B08" w:rsidRPr="008D7175" w:rsidRDefault="57EFC5E8" w:rsidP="758E9E43">
            <w:pPr>
              <w:rPr>
                <w:rFonts w:asciiTheme="minorHAnsi" w:hAnsiTheme="minorHAnsi" w:cstheme="minorBidi"/>
                <w:b/>
                <w:bCs/>
                <w:sz w:val="22"/>
                <w:szCs w:val="22"/>
              </w:rPr>
            </w:pPr>
            <w:r w:rsidRPr="758E9E43">
              <w:rPr>
                <w:rFonts w:asciiTheme="minorHAnsi" w:hAnsiTheme="minorHAnsi" w:cstheme="minorBidi"/>
                <w:b/>
                <w:bCs/>
                <w:sz w:val="22"/>
                <w:szCs w:val="22"/>
              </w:rPr>
              <w:t>BID</w:t>
            </w:r>
            <w:r w:rsidR="007C6B08" w:rsidRPr="758E9E43">
              <w:rPr>
                <w:rFonts w:asciiTheme="minorHAnsi" w:hAnsiTheme="minorHAnsi" w:cstheme="minorBidi"/>
                <w:b/>
                <w:bCs/>
                <w:sz w:val="22"/>
                <w:szCs w:val="22"/>
              </w:rPr>
              <w:t>#</w:t>
            </w:r>
            <w:r w:rsidR="0083168E" w:rsidRPr="758E9E43">
              <w:rPr>
                <w:rFonts w:asciiTheme="minorHAnsi" w:hAnsiTheme="minorHAnsi" w:cstheme="minorBidi"/>
                <w:b/>
                <w:bCs/>
                <w:sz w:val="22"/>
                <w:szCs w:val="22"/>
              </w:rPr>
              <w:t xml:space="preserve">:  </w:t>
            </w:r>
            <w:r w:rsidR="00730BBB">
              <w:rPr>
                <w:rFonts w:asciiTheme="minorHAnsi" w:hAnsiTheme="minorHAnsi" w:cstheme="minorBidi"/>
                <w:b/>
                <w:bCs/>
                <w:sz w:val="22"/>
                <w:szCs w:val="22"/>
              </w:rPr>
              <w:t>25-81334</w:t>
            </w:r>
          </w:p>
        </w:tc>
      </w:tr>
      <w:tr w:rsidR="00120B5D" w:rsidRPr="008D7175" w14:paraId="7818E3BC" w14:textId="77777777" w:rsidTr="758E9E43">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03137646"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r w:rsidR="00730BBB">
              <w:rPr>
                <w:rFonts w:asciiTheme="minorHAnsi" w:hAnsiTheme="minorHAnsi" w:cstheme="minorHAnsi"/>
                <w:b/>
                <w:sz w:val="22"/>
              </w:rPr>
              <w:t>2,000,000.00</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EF6B01">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EF6B01">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EF6B01">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EF6B01">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EF6B01">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EF6B01">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EF6B01">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66A3113D" w:rsidR="00AD6963"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EF6B01">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EF6B01">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EF6B01">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EF6B01">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EF6B01">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EF6B01">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EF6B01">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EF6B01">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561B234E"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EF6B01">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4FDF63" w14:textId="77777777" w:rsidR="00D8317B" w:rsidRDefault="00D8317B">
      <w:pPr>
        <w:spacing w:line="20" w:lineRule="exact"/>
      </w:pPr>
    </w:p>
  </w:endnote>
  <w:endnote w:type="continuationSeparator" w:id="0">
    <w:p w14:paraId="3081AF84" w14:textId="77777777" w:rsidR="00D8317B" w:rsidRDefault="00D8317B">
      <w:r>
        <w:t xml:space="preserve"> </w:t>
      </w:r>
    </w:p>
  </w:endnote>
  <w:endnote w:type="continuationNotice" w:id="1">
    <w:p w14:paraId="321F4ADC" w14:textId="77777777" w:rsidR="00D8317B" w:rsidRDefault="00D8317B">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5D3091" w14:textId="77777777" w:rsidR="00D8317B" w:rsidRDefault="00D8317B">
      <w:r>
        <w:separator/>
      </w:r>
    </w:p>
  </w:footnote>
  <w:footnote w:type="continuationSeparator" w:id="0">
    <w:p w14:paraId="5FFD62C3" w14:textId="77777777" w:rsidR="00D8317B" w:rsidRDefault="00D8317B">
      <w:r>
        <w:continuationSeparator/>
      </w:r>
    </w:p>
  </w:footnote>
  <w:footnote w:id="1">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mso297"/>
      </v:shape>
    </w:pict>
  </w:numPicBullet>
  <w:abstractNum w:abstractNumId="0" w15:restartNumberingAfterBreak="0">
    <w:nsid w:val="06367D40"/>
    <w:multiLevelType w:val="multilevel"/>
    <w:tmpl w:val="BBA08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590388475">
    <w:abstractNumId w:val="5"/>
  </w:num>
  <w:num w:numId="2" w16cid:durableId="1854685636">
    <w:abstractNumId w:val="4"/>
  </w:num>
  <w:num w:numId="3" w16cid:durableId="2136099167">
    <w:abstractNumId w:val="2"/>
  </w:num>
  <w:num w:numId="4" w16cid:durableId="1338188869">
    <w:abstractNumId w:val="1"/>
  </w:num>
  <w:num w:numId="5" w16cid:durableId="1507861479">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75402330">
    <w:abstractNumId w:val="3"/>
  </w:num>
  <w:num w:numId="7" w16cid:durableId="18885663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1475C"/>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A78D3"/>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2273"/>
    <w:rsid w:val="002B7983"/>
    <w:rsid w:val="002B7A0A"/>
    <w:rsid w:val="002C3E02"/>
    <w:rsid w:val="002C3FF8"/>
    <w:rsid w:val="002E5E1B"/>
    <w:rsid w:val="002E6A4F"/>
    <w:rsid w:val="002F2DEB"/>
    <w:rsid w:val="002F3F0D"/>
    <w:rsid w:val="002F493F"/>
    <w:rsid w:val="0030461E"/>
    <w:rsid w:val="003111CE"/>
    <w:rsid w:val="003155B3"/>
    <w:rsid w:val="003213F6"/>
    <w:rsid w:val="00322709"/>
    <w:rsid w:val="00326BBE"/>
    <w:rsid w:val="00336765"/>
    <w:rsid w:val="00344515"/>
    <w:rsid w:val="003461DD"/>
    <w:rsid w:val="00350EEF"/>
    <w:rsid w:val="0035148F"/>
    <w:rsid w:val="0036104C"/>
    <w:rsid w:val="00374740"/>
    <w:rsid w:val="00374F8F"/>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5547"/>
    <w:rsid w:val="004876F3"/>
    <w:rsid w:val="0049479E"/>
    <w:rsid w:val="00495FCE"/>
    <w:rsid w:val="004B4727"/>
    <w:rsid w:val="004B64A0"/>
    <w:rsid w:val="004C4A0D"/>
    <w:rsid w:val="004C5C25"/>
    <w:rsid w:val="004D04D8"/>
    <w:rsid w:val="004E2BB3"/>
    <w:rsid w:val="004F01CC"/>
    <w:rsid w:val="004F0BBB"/>
    <w:rsid w:val="004F344F"/>
    <w:rsid w:val="005120D9"/>
    <w:rsid w:val="0051440A"/>
    <w:rsid w:val="0051675E"/>
    <w:rsid w:val="005336EA"/>
    <w:rsid w:val="00536B86"/>
    <w:rsid w:val="005374C3"/>
    <w:rsid w:val="005401FA"/>
    <w:rsid w:val="005462A5"/>
    <w:rsid w:val="00547B2B"/>
    <w:rsid w:val="00554866"/>
    <w:rsid w:val="0056743B"/>
    <w:rsid w:val="0057155D"/>
    <w:rsid w:val="005826C4"/>
    <w:rsid w:val="00584B16"/>
    <w:rsid w:val="00586848"/>
    <w:rsid w:val="00593109"/>
    <w:rsid w:val="005B3F17"/>
    <w:rsid w:val="005D0AFC"/>
    <w:rsid w:val="005F2B09"/>
    <w:rsid w:val="006045CC"/>
    <w:rsid w:val="00610B4A"/>
    <w:rsid w:val="00616CB7"/>
    <w:rsid w:val="00623990"/>
    <w:rsid w:val="006264B2"/>
    <w:rsid w:val="00631EC9"/>
    <w:rsid w:val="00635042"/>
    <w:rsid w:val="0064178C"/>
    <w:rsid w:val="00641D44"/>
    <w:rsid w:val="00647646"/>
    <w:rsid w:val="00653FEC"/>
    <w:rsid w:val="00671FF7"/>
    <w:rsid w:val="0068145F"/>
    <w:rsid w:val="00684121"/>
    <w:rsid w:val="00685F7A"/>
    <w:rsid w:val="00694C9D"/>
    <w:rsid w:val="006A4D56"/>
    <w:rsid w:val="006A635A"/>
    <w:rsid w:val="006A70A0"/>
    <w:rsid w:val="006B13CB"/>
    <w:rsid w:val="006E05C8"/>
    <w:rsid w:val="006E07B7"/>
    <w:rsid w:val="006E4953"/>
    <w:rsid w:val="006E4C9E"/>
    <w:rsid w:val="006E56E3"/>
    <w:rsid w:val="006F27F2"/>
    <w:rsid w:val="006F3353"/>
    <w:rsid w:val="0070540F"/>
    <w:rsid w:val="00706817"/>
    <w:rsid w:val="00723D2C"/>
    <w:rsid w:val="007279B0"/>
    <w:rsid w:val="00730BBB"/>
    <w:rsid w:val="00730EEF"/>
    <w:rsid w:val="0073190C"/>
    <w:rsid w:val="0073296D"/>
    <w:rsid w:val="00733929"/>
    <w:rsid w:val="00743235"/>
    <w:rsid w:val="00747C0A"/>
    <w:rsid w:val="00750ECE"/>
    <w:rsid w:val="0076338B"/>
    <w:rsid w:val="00765534"/>
    <w:rsid w:val="00770FA6"/>
    <w:rsid w:val="007742C4"/>
    <w:rsid w:val="00791A88"/>
    <w:rsid w:val="007C0223"/>
    <w:rsid w:val="007C09A3"/>
    <w:rsid w:val="007C6B08"/>
    <w:rsid w:val="007C7C20"/>
    <w:rsid w:val="007F48CC"/>
    <w:rsid w:val="00805CE8"/>
    <w:rsid w:val="00806DD7"/>
    <w:rsid w:val="00811A63"/>
    <w:rsid w:val="0081470A"/>
    <w:rsid w:val="00816109"/>
    <w:rsid w:val="00825C89"/>
    <w:rsid w:val="00826B95"/>
    <w:rsid w:val="0083168E"/>
    <w:rsid w:val="00834B3A"/>
    <w:rsid w:val="00846562"/>
    <w:rsid w:val="00850C98"/>
    <w:rsid w:val="00865E31"/>
    <w:rsid w:val="00880297"/>
    <w:rsid w:val="00883D02"/>
    <w:rsid w:val="008867E1"/>
    <w:rsid w:val="00894B1A"/>
    <w:rsid w:val="008A154A"/>
    <w:rsid w:val="008C5963"/>
    <w:rsid w:val="008D1DC6"/>
    <w:rsid w:val="008D7175"/>
    <w:rsid w:val="008E399B"/>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B7288"/>
    <w:rsid w:val="009C2DF2"/>
    <w:rsid w:val="009C5AB5"/>
    <w:rsid w:val="009D1623"/>
    <w:rsid w:val="009D59A1"/>
    <w:rsid w:val="009E4DF1"/>
    <w:rsid w:val="00A02AAE"/>
    <w:rsid w:val="00A05BBB"/>
    <w:rsid w:val="00A13B1A"/>
    <w:rsid w:val="00A33250"/>
    <w:rsid w:val="00A36A18"/>
    <w:rsid w:val="00A4148C"/>
    <w:rsid w:val="00A41A09"/>
    <w:rsid w:val="00A55869"/>
    <w:rsid w:val="00A56AC1"/>
    <w:rsid w:val="00A62432"/>
    <w:rsid w:val="00A766C1"/>
    <w:rsid w:val="00A9232C"/>
    <w:rsid w:val="00A95360"/>
    <w:rsid w:val="00A974CB"/>
    <w:rsid w:val="00AA3A6F"/>
    <w:rsid w:val="00AB1FB2"/>
    <w:rsid w:val="00AB760C"/>
    <w:rsid w:val="00AC3932"/>
    <w:rsid w:val="00AD6963"/>
    <w:rsid w:val="00AE5ABC"/>
    <w:rsid w:val="00AF49CC"/>
    <w:rsid w:val="00B05D47"/>
    <w:rsid w:val="00B32B83"/>
    <w:rsid w:val="00B53CDF"/>
    <w:rsid w:val="00B54D2F"/>
    <w:rsid w:val="00B555D3"/>
    <w:rsid w:val="00B555EE"/>
    <w:rsid w:val="00B56DCB"/>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622"/>
    <w:rsid w:val="00C23C88"/>
    <w:rsid w:val="00C27C1F"/>
    <w:rsid w:val="00C427B0"/>
    <w:rsid w:val="00C50C6D"/>
    <w:rsid w:val="00C51F8B"/>
    <w:rsid w:val="00C555C4"/>
    <w:rsid w:val="00C63E95"/>
    <w:rsid w:val="00C6789A"/>
    <w:rsid w:val="00C80CB0"/>
    <w:rsid w:val="00C81D55"/>
    <w:rsid w:val="00C9467D"/>
    <w:rsid w:val="00C94A38"/>
    <w:rsid w:val="00C97F04"/>
    <w:rsid w:val="00CA06F0"/>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613A"/>
    <w:rsid w:val="00D61EDC"/>
    <w:rsid w:val="00D656EC"/>
    <w:rsid w:val="00D6748C"/>
    <w:rsid w:val="00D715F5"/>
    <w:rsid w:val="00D72777"/>
    <w:rsid w:val="00D74EB0"/>
    <w:rsid w:val="00D7642E"/>
    <w:rsid w:val="00D829BA"/>
    <w:rsid w:val="00D82FF6"/>
    <w:rsid w:val="00D8317B"/>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6B01"/>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B78CB"/>
    <w:rsid w:val="00FC25A6"/>
    <w:rsid w:val="00FD1255"/>
    <w:rsid w:val="00FD14CE"/>
    <w:rsid w:val="00FD302B"/>
    <w:rsid w:val="00FE280A"/>
    <w:rsid w:val="00FE6070"/>
    <w:rsid w:val="00FE74DE"/>
    <w:rsid w:val="00FF5889"/>
    <w:rsid w:val="1559E58F"/>
    <w:rsid w:val="186F16BA"/>
    <w:rsid w:val="2FE3ED90"/>
    <w:rsid w:val="30DA638C"/>
    <w:rsid w:val="373AF9F5"/>
    <w:rsid w:val="3AF273DF"/>
    <w:rsid w:val="475DD61C"/>
    <w:rsid w:val="57EFC5E8"/>
    <w:rsid w:val="67124055"/>
    <w:rsid w:val="679B2F4F"/>
    <w:rsid w:val="758E9E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ru v:ext="edit" colors="#ec8c00,#c00,red,#f60"/>
    </o:shapedefaults>
    <o:shapelayout v:ext="edit">
      <o:idmap v:ext="edit" data="1"/>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paragraph" w:styleId="Revision">
    <w:name w:val="Revision"/>
    <w:hidden/>
    <w:uiPriority w:val="99"/>
    <w:semiHidden/>
    <w:rsid w:val="009B7288"/>
    <w:rPr>
      <w:sz w:val="24"/>
      <w:szCs w:val="24"/>
    </w:rPr>
  </w:style>
  <w:style w:type="character" w:customStyle="1" w:styleId="normaltextrun">
    <w:name w:val="normaltextrun"/>
    <w:basedOn w:val="DefaultParagraphFont"/>
    <w:rsid w:val="0057155D"/>
  </w:style>
  <w:style w:type="character" w:customStyle="1" w:styleId="eop">
    <w:name w:val="eop"/>
    <w:basedOn w:val="DefaultParagraphFont"/>
    <w:rsid w:val="008867E1"/>
  </w:style>
  <w:style w:type="paragraph" w:customStyle="1" w:styleId="paragraph">
    <w:name w:val="paragraph"/>
    <w:basedOn w:val="Normal"/>
    <w:rsid w:val="0001475C"/>
    <w:pPr>
      <w:spacing w:before="100" w:beforeAutospacing="1" w:after="100" w:afterAutospacing="1"/>
    </w:pPr>
  </w:style>
  <w:style w:type="character" w:customStyle="1" w:styleId="contextualspellingandgrammarerror">
    <w:name w:val="contextualspellingandgrammarerror"/>
    <w:basedOn w:val="DefaultParagraphFont"/>
    <w:rsid w:val="0001475C"/>
  </w:style>
  <w:style w:type="character" w:customStyle="1" w:styleId="spellingerror">
    <w:name w:val="spellingerror"/>
    <w:basedOn w:val="DefaultParagraphFont"/>
    <w:rsid w:val="000147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101356">
      <w:bodyDiv w:val="1"/>
      <w:marLeft w:val="0"/>
      <w:marRight w:val="0"/>
      <w:marTop w:val="0"/>
      <w:marBottom w:val="0"/>
      <w:divBdr>
        <w:top w:val="none" w:sz="0" w:space="0" w:color="auto"/>
        <w:left w:val="none" w:sz="0" w:space="0" w:color="auto"/>
        <w:bottom w:val="none" w:sz="0" w:space="0" w:color="auto"/>
        <w:right w:val="none" w:sz="0" w:space="0" w:color="auto"/>
      </w:divBdr>
    </w:div>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23B9117-1321-4EFE-BD3E-E2F5153F316F}">
  <ds:schemaRefs>
    <ds:schemaRef ds:uri="http://schemas.microsoft.com/sharepoint/v3/contenttype/forms"/>
  </ds:schemaRefs>
</ds:datastoreItem>
</file>

<file path=customXml/itemProps2.xml><?xml version="1.0" encoding="utf-8"?>
<ds:datastoreItem xmlns:ds="http://schemas.openxmlformats.org/officeDocument/2006/customXml" ds:itemID="{B991F440-07B2-4ED1-95A4-5DBE1060D4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1105D7-9619-4C78-98FC-EDBD9A86794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MBE  WBE</Template>
  <TotalTime>0</TotalTime>
  <Pages>3</Pages>
  <Words>815</Words>
  <Characters>5367</Characters>
  <Application>Microsoft Office Word</Application>
  <DocSecurity>0</DocSecurity>
  <Lines>44</Lines>
  <Paragraphs>12</Paragraphs>
  <ScaleCrop>false</ScaleCrop>
  <Company>State of Indiana</Company>
  <LinksUpToDate>false</LinksUpToDate>
  <CharactersWithSpaces>6170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Kimbrough, Princess A</cp:lastModifiedBy>
  <cp:revision>2</cp:revision>
  <cp:lastPrinted>2015-04-22T14:59:00Z</cp:lastPrinted>
  <dcterms:created xsi:type="dcterms:W3CDTF">2024-11-19T18:59:00Z</dcterms:created>
  <dcterms:modified xsi:type="dcterms:W3CDTF">2024-11-19T18:59:00Z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